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5BB" w:rsidRDefault="00D415BB">
      <w:r w:rsidRPr="000F1DE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תמונה 1" o:spid="_x0000_i1025" type="#_x0000_t75" style="width:487.5pt;height:405.75pt;visibility:visible">
            <v:imagedata r:id="rId4" o:title=""/>
          </v:shape>
        </w:pict>
      </w:r>
    </w:p>
    <w:sectPr w:rsidR="00D415BB" w:rsidSect="00450B6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1E4"/>
    <w:rsid w:val="00075B9C"/>
    <w:rsid w:val="000F1DE1"/>
    <w:rsid w:val="003E71E4"/>
    <w:rsid w:val="00450B69"/>
    <w:rsid w:val="007C17EB"/>
    <w:rsid w:val="00A30A94"/>
    <w:rsid w:val="00BC3E60"/>
    <w:rsid w:val="00D415BB"/>
    <w:rsid w:val="00E36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C26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E7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71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0</Words>
  <Characters>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*</cp:lastModifiedBy>
  <cp:revision>2</cp:revision>
  <dcterms:created xsi:type="dcterms:W3CDTF">2012-03-05T10:18:00Z</dcterms:created>
  <dcterms:modified xsi:type="dcterms:W3CDTF">2012-03-05T10:18:00Z</dcterms:modified>
</cp:coreProperties>
</file>